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4070FE2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61425">
        <w:rPr>
          <w:rFonts w:ascii="Corbel" w:hAnsi="Corbel"/>
          <w:i/>
          <w:smallCaps/>
          <w:sz w:val="24"/>
          <w:szCs w:val="24"/>
        </w:rPr>
        <w:t>2019-2022</w:t>
      </w:r>
    </w:p>
    <w:p w14:paraId="2A94F79A" w14:textId="3D429479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 w:rsidR="00261425">
        <w:rPr>
          <w:rFonts w:ascii="Corbel" w:hAnsi="Corbel"/>
          <w:sz w:val="20"/>
          <w:szCs w:val="20"/>
        </w:rPr>
        <w:t>1</w:t>
      </w:r>
      <w:r w:rsidR="00FA59CF">
        <w:rPr>
          <w:rFonts w:ascii="Corbel" w:hAnsi="Corbel"/>
          <w:sz w:val="20"/>
          <w:szCs w:val="20"/>
        </w:rPr>
        <w:t>/202</w:t>
      </w:r>
      <w:r w:rsidR="00261425">
        <w:rPr>
          <w:rFonts w:ascii="Corbel" w:hAnsi="Corbel"/>
          <w:sz w:val="20"/>
          <w:szCs w:val="20"/>
        </w:rPr>
        <w:t>2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E/I/EP/C-1.8b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2309AEB9" w:rsidR="00FA59CF" w:rsidRPr="000D2182" w:rsidRDefault="000D2182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218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DC3BCBE" w:rsidR="00015B8F" w:rsidRPr="009C54AE" w:rsidRDefault="000D2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66BB15A" w:rsidR="00015B8F" w:rsidRPr="009C54AE" w:rsidRDefault="000D2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1B752561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29E6219D" w14:textId="77777777" w:rsidR="00261425" w:rsidRDefault="0026142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827CCBB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1E0146F3" w:rsidR="00681119" w:rsidRPr="009C54AE" w:rsidRDefault="000D2182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7BA6C7DD" w:rsidR="00681119" w:rsidRPr="009C54AE" w:rsidRDefault="000D2182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6C133" w14:textId="77777777" w:rsidR="00DC4969" w:rsidRDefault="00DC4969" w:rsidP="00C16ABF">
      <w:pPr>
        <w:spacing w:after="0" w:line="240" w:lineRule="auto"/>
      </w:pPr>
      <w:r>
        <w:separator/>
      </w:r>
    </w:p>
  </w:endnote>
  <w:endnote w:type="continuationSeparator" w:id="0">
    <w:p w14:paraId="32717D58" w14:textId="77777777" w:rsidR="00DC4969" w:rsidRDefault="00DC49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3E413" w14:textId="77777777" w:rsidR="00DC4969" w:rsidRDefault="00DC4969" w:rsidP="00C16ABF">
      <w:pPr>
        <w:spacing w:after="0" w:line="240" w:lineRule="auto"/>
      </w:pPr>
      <w:r>
        <w:separator/>
      </w:r>
    </w:p>
  </w:footnote>
  <w:footnote w:type="continuationSeparator" w:id="0">
    <w:p w14:paraId="1477C1CF" w14:textId="77777777" w:rsidR="00DC4969" w:rsidRDefault="00DC496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6083F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182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425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4969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865E48-27AD-4FE6-A9E5-FA5DA08E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AA7DA3-5517-4330-8536-2668BE43A2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915</Words>
  <Characters>5491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21</cp:revision>
  <cp:lastPrinted>2017-05-04T18:28:00Z</cp:lastPrinted>
  <dcterms:created xsi:type="dcterms:W3CDTF">2020-12-01T08:18:00Z</dcterms:created>
  <dcterms:modified xsi:type="dcterms:W3CDTF">2020-12-10T06:17:00Z</dcterms:modified>
</cp:coreProperties>
</file>